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p w14:paraId="2D790878" w14:textId="6D2A11DF" w:rsidR="008F4AEA" w:rsidRPr="007213E4" w:rsidRDefault="00D136D8" w:rsidP="007213E4">
      <w:pPr>
        <w:pStyle w:val="PNTextzkladn"/>
        <w:rPr>
          <w:rStyle w:val="PNNzevakce"/>
        </w:rPr>
      </w:pPr>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r w:rsidR="009669ED" w:rsidRPr="002F3E70">
            <w:rPr>
              <w:rStyle w:val="PNNzevakce"/>
            </w:rPr>
            <w:t>„Oprava tunelu v km 73,421 – 73,711 v</w:t>
          </w:r>
          <w:r w:rsidR="009669ED">
            <w:rPr>
              <w:rStyle w:val="PNNzevakce"/>
            </w:rPr>
            <w:t> </w:t>
          </w:r>
          <w:r w:rsidR="009669ED" w:rsidRPr="002F3E70">
            <w:rPr>
              <w:rStyle w:val="PNNzevakce"/>
            </w:rPr>
            <w:t>úseku Police nad Metují – Teplice nad Metují</w:t>
          </w:r>
        </w:sdtContent>
      </w:sdt>
      <w:r w:rsidR="009669ED">
        <w:rPr>
          <w:rStyle w:val="PNNzevakce"/>
        </w:rPr>
        <w:t>“</w:t>
      </w:r>
    </w:p>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4FFFCA21" w14:textId="63DA51C3" w:rsidR="009C08E5" w:rsidRDefault="009C08E5"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768754C3" w14:textId="3B4E5150" w:rsidR="002F3E70" w:rsidRDefault="00F04F9A" w:rsidP="002F3E70">
      <w:pPr>
        <w:pStyle w:val="PNTextbezodsazmezer"/>
      </w:pPr>
      <w:r>
        <w:t>Jakub Řezníček</w:t>
      </w:r>
    </w:p>
    <w:p w14:paraId="40CBBE77" w14:textId="77777777" w:rsidR="002F3E70" w:rsidRDefault="002F3E70" w:rsidP="002F3E70">
      <w:pPr>
        <w:pStyle w:val="PNTextbezodsazmezer"/>
      </w:pPr>
      <w:r>
        <w:t>Oblastní ředitelství Hradec Králové</w:t>
      </w:r>
    </w:p>
    <w:p w14:paraId="6356BE5C" w14:textId="4AE837BF" w:rsidR="002F3E70" w:rsidRDefault="002F3E70" w:rsidP="002F3E70">
      <w:pPr>
        <w:pStyle w:val="PNTextbezodsazmezer"/>
      </w:pPr>
      <w:r>
        <w:t>Správa mostů a tunelů</w:t>
      </w:r>
    </w:p>
    <w:p w14:paraId="11D1B52D" w14:textId="77777777" w:rsidR="002F3E70" w:rsidRDefault="002F3E70" w:rsidP="002F3E70">
      <w:pPr>
        <w:pStyle w:val="PNTextbezodsazmezer"/>
      </w:pPr>
      <w:r>
        <w:t>U Fotochemy 259</w:t>
      </w:r>
    </w:p>
    <w:p w14:paraId="35204C73" w14:textId="77777777" w:rsidR="002F3E70" w:rsidRDefault="002F3E70" w:rsidP="002F3E70">
      <w:pPr>
        <w:pStyle w:val="PNTextbezodsazmezer"/>
      </w:pPr>
      <w:r>
        <w:t>501 01 Hradec Králové</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6CBBE913" w14:textId="7DDFB6AF" w:rsidR="00C96E7C" w:rsidRDefault="003A43A0" w:rsidP="00EF10BA">
      <w:pPr>
        <w:pStyle w:val="PNTextzkladn"/>
      </w:pPr>
      <w:bookmarkStart w:id="0" w:name="_Hlk135650157"/>
      <w:r>
        <w:t xml:space="preserve">U zhotovování Díla, které je spolufinancováno z prostředků </w:t>
      </w:r>
      <w:r w:rsidRPr="0072074C">
        <w:t>České republiky – Státního fondu dopravní infrastruktury</w:t>
      </w:r>
      <w:r>
        <w:t xml:space="preserve">, budou Faktury </w:t>
      </w:r>
      <w:r w:rsidRPr="00EF10BA">
        <w:t>vystaveny</w:t>
      </w:r>
      <w:r>
        <w:t xml:space="preserve"> dle vzoru specifikovaného ve směrnici Objednatele SŽDC SM č. 41 Oběh účetních dokladů v platném znění, který Objednatel zašle Zhotoviteli v elektronické podobě. U zhotovování Díla, které je financováno z národních zdrojů, budou Faktury vystavené v souladu s Právními předpisy. </w:t>
      </w:r>
      <w:bookmarkEnd w:id="0"/>
      <w:r w:rsidR="00C96E7C">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7A32E868" w14:textId="77777777" w:rsidR="00C34913" w:rsidRDefault="00C34913" w:rsidP="00A22166">
      <w:pPr>
        <w:pStyle w:val="PNOdstavecsl1a"/>
        <w:numPr>
          <w:ilvl w:val="0"/>
          <w:numId w:val="0"/>
        </w:numPr>
      </w:pPr>
      <w:r>
        <w:lastRenderedPageBreak/>
        <w:t xml:space="preserve">V návaznosti na Pod-článek 14.3, 14.10 a 14.11 a pro vyloučení pochybností se </w:t>
      </w:r>
      <w:r w:rsidRPr="00EF10BA">
        <w:t>uvádí</w:t>
      </w:r>
      <w:r>
        <w:t>, že Zhotovitel může za účelem splnění povinností podle tohoto odstavce 1.1.4.15 předložit Objednateli společně s Fakturou také podpůrné/podkladové dokumenty předkládané společně s Vyúčtováním, obsahují-li informace požadované v písm. a) až c) tohoto odstavce 1.1.4.15.</w:t>
      </w:r>
    </w:p>
    <w:p w14:paraId="779A47BB" w14:textId="7B1239BF"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501BC6D0" w14:textId="77777777" w:rsidR="0084163B" w:rsidRDefault="00880831" w:rsidP="001C7156">
      <w:pPr>
        <w:pStyle w:val="PNOdrka1-"/>
      </w:pPr>
      <w:r w:rsidRPr="001C7156">
        <w:t xml:space="preserve">datovou zprávou </w:t>
      </w:r>
      <w:r w:rsidRPr="00B94735">
        <w:t xml:space="preserve">na identifikátor datové schránky: </w:t>
      </w:r>
      <w:r w:rsidRPr="00097CAC">
        <w:rPr>
          <w:b/>
        </w:rPr>
        <w:t>uccchjm</w:t>
      </w:r>
      <w:r w:rsidR="0084163B">
        <w:t>,</w:t>
      </w:r>
    </w:p>
    <w:p w14:paraId="38B41712" w14:textId="77777777" w:rsidR="0084163B" w:rsidRDefault="0084163B" w:rsidP="0084163B">
      <w:pPr>
        <w:pStyle w:val="PNOdrka1-"/>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6FE5F04B" w14:textId="77777777" w:rsidR="0084163B" w:rsidRDefault="0084163B" w:rsidP="0084163B">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79E7D5B6"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39805356" w14:textId="4E254B7C" w:rsidR="00E55B33" w:rsidRPr="00194E72" w:rsidRDefault="006609BE" w:rsidP="00C8486C">
            <w:pPr>
              <w:pStyle w:val="Tabulka-9"/>
            </w:pPr>
            <w:r w:rsidRPr="006609BE">
              <w:t xml:space="preserve">zahrnuje </w:t>
            </w:r>
            <w:r>
              <w:t xml:space="preserve">všechny </w:t>
            </w:r>
            <w:r w:rsidRPr="006609BE">
              <w:t>SO vyjma položek VON</w:t>
            </w:r>
          </w:p>
        </w:tc>
        <w:tc>
          <w:tcPr>
            <w:tcW w:w="3260" w:type="dxa"/>
          </w:tcPr>
          <w:p w14:paraId="492612DD" w14:textId="714943DB" w:rsidR="006609BE" w:rsidRPr="006609BE" w:rsidRDefault="006561ED" w:rsidP="006609BE">
            <w:pPr>
              <w:spacing w:before="20" w:after="20" w:line="240" w:lineRule="auto"/>
              <w:rPr>
                <w:sz w:val="18"/>
                <w:szCs w:val="18"/>
              </w:rPr>
            </w:pPr>
            <w:r>
              <w:rPr>
                <w:sz w:val="18"/>
                <w:szCs w:val="18"/>
              </w:rPr>
              <w:t xml:space="preserve">Do </w:t>
            </w:r>
            <w:r w:rsidR="006609BE" w:rsidRPr="006609BE">
              <w:rPr>
                <w:sz w:val="18"/>
                <w:szCs w:val="18"/>
              </w:rPr>
              <w:t>4 měsíc</w:t>
            </w:r>
            <w:r>
              <w:rPr>
                <w:sz w:val="18"/>
                <w:szCs w:val="18"/>
              </w:rPr>
              <w:t>ů</w:t>
            </w:r>
            <w:r w:rsidR="006609BE" w:rsidRPr="006609BE">
              <w:rPr>
                <w:sz w:val="18"/>
                <w:szCs w:val="18"/>
              </w:rPr>
              <w:t xml:space="preserve"> od Data zahájení prací (předpoklad zahájení 06/2025)</w:t>
            </w:r>
          </w:p>
          <w:p w14:paraId="0B09EE33" w14:textId="54AE722A" w:rsidR="00E41EEA" w:rsidRPr="00194E72" w:rsidRDefault="006609BE" w:rsidP="006609BE">
            <w:pPr>
              <w:pStyle w:val="Tabulka-9"/>
            </w:pPr>
            <w:r w:rsidRPr="006609BE">
              <w:t>Termín výluky 1.9.2025 – 30.9.2025</w:t>
            </w:r>
          </w:p>
        </w:tc>
      </w:tr>
      <w:tr w:rsidR="00E41EEA" w14:paraId="221D89A9" w14:textId="77777777" w:rsidTr="001C7156">
        <w:tc>
          <w:tcPr>
            <w:tcW w:w="5608" w:type="dxa"/>
          </w:tcPr>
          <w:p w14:paraId="0C1ABC19" w14:textId="0C32CBD0" w:rsidR="00E41EEA" w:rsidRPr="006609BE" w:rsidRDefault="00E41EEA" w:rsidP="00C8486C">
            <w:pPr>
              <w:pStyle w:val="Tabulka-9"/>
            </w:pPr>
          </w:p>
          <w:p w14:paraId="09C8F99B" w14:textId="5C94C48B" w:rsidR="006609BE" w:rsidRPr="006609BE" w:rsidRDefault="006609BE" w:rsidP="00C8486C">
            <w:pPr>
              <w:pStyle w:val="Tabulka-9"/>
            </w:pPr>
            <w:r w:rsidRPr="006609BE">
              <w:t>Dokončení díla (položky VON)</w:t>
            </w:r>
          </w:p>
        </w:tc>
        <w:tc>
          <w:tcPr>
            <w:tcW w:w="3260" w:type="dxa"/>
          </w:tcPr>
          <w:p w14:paraId="7E1C6361" w14:textId="482A0D79" w:rsidR="00E41EEA" w:rsidRPr="00194E72" w:rsidRDefault="006561ED" w:rsidP="00C8486C">
            <w:pPr>
              <w:pStyle w:val="Tabulka-9"/>
            </w:pPr>
            <w:r>
              <w:t xml:space="preserve">Do </w:t>
            </w:r>
            <w:r w:rsidR="006609BE" w:rsidRPr="006609BE">
              <w:t>5 měsíců od Data zahájení prací</w:t>
            </w:r>
          </w:p>
        </w:tc>
      </w:tr>
    </w:tbl>
    <w:p w14:paraId="5F1A0336" w14:textId="77777777" w:rsidR="009C08E5" w:rsidRDefault="009C08E5" w:rsidP="009C08E5">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3F32102D" w14:textId="03FA198B" w:rsidR="009C08E5" w:rsidRPr="000324C1" w:rsidRDefault="009C08E5" w:rsidP="003F6801">
      <w:pPr>
        <w:pStyle w:val="PNTextzkladn"/>
      </w:pPr>
      <w:r w:rsidRPr="000324C1">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71338DB7" w14:textId="094BE237" w:rsidR="00C96E7C" w:rsidRDefault="00C96E7C" w:rsidP="00150E39">
      <w:pPr>
        <w:pStyle w:val="PNNadpis10bPod-l111"/>
      </w:pPr>
      <w:r>
        <w:t xml:space="preserve">1.3 </w:t>
      </w:r>
      <w:r w:rsidR="001C7156">
        <w:tab/>
      </w:r>
      <w:r>
        <w:t>Elektronické přenosové systémy</w:t>
      </w:r>
    </w:p>
    <w:p w14:paraId="516E2FD1" w14:textId="77777777" w:rsidR="000324C1"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7286A59F" w14:textId="17EF62E8" w:rsidR="000324C1" w:rsidRDefault="000324C1"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4EA956A7"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6C3E51F4" w14:textId="2A9B3462" w:rsidR="00C0044F" w:rsidRDefault="00C0044F" w:rsidP="00150E39">
      <w:pPr>
        <w:pStyle w:val="PNNadpis10bPod-l111"/>
      </w:pPr>
      <w:r>
        <w:t>1.5 Hierarchie smluvních dokumentů</w:t>
      </w:r>
    </w:p>
    <w:p w14:paraId="690DEB6F" w14:textId="77777777" w:rsidR="00C0044F" w:rsidRPr="00677A1B" w:rsidRDefault="00C0044F" w:rsidP="00C0044F">
      <w:pPr>
        <w:pStyle w:val="PNTextzkladn"/>
      </w:pPr>
      <w:r w:rsidRPr="006609BE">
        <w:t>Součástí Díla není BIM Protokol.</w:t>
      </w:r>
      <w:r w:rsidRPr="00677A1B">
        <w:t xml:space="preserve"> </w:t>
      </w:r>
    </w:p>
    <w:p w14:paraId="3A94FF2B" w14:textId="67EF8E9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1DA9ADDF" w:rsidR="00C96E7C" w:rsidRDefault="00C96E7C" w:rsidP="005D168C">
      <w:pPr>
        <w:pStyle w:val="PNTextzkladn"/>
      </w:pPr>
      <w:r>
        <w:t xml:space="preserve">Přístup na Staveniště bude Zhotoviteli umožněn od </w:t>
      </w:r>
      <w:r w:rsidR="006609BE">
        <w:t>předání dokumentů souvisejících s předáním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C136548" w14:textId="48F1CF2B" w:rsidR="002F3E70" w:rsidRPr="006609BE" w:rsidRDefault="002F3E70" w:rsidP="002F3E70">
      <w:pPr>
        <w:pStyle w:val="PNOdrka1-"/>
      </w:pPr>
      <w:r w:rsidRPr="006609BE">
        <w:t xml:space="preserve">Správce stavby – </w:t>
      </w:r>
      <w:r w:rsidR="006609BE" w:rsidRPr="006609BE">
        <w:t>Jakub Řezníček</w:t>
      </w:r>
      <w:r w:rsidRPr="006609BE">
        <w:t>, +420</w:t>
      </w:r>
      <w:r w:rsidR="006609BE" w:rsidRPr="006609BE">
        <w:t> 702 231 632</w:t>
      </w:r>
      <w:r w:rsidRPr="006609BE">
        <w:t xml:space="preserve">, </w:t>
      </w:r>
      <w:r w:rsidR="006609BE" w:rsidRPr="006609BE">
        <w:t>reznicekja@spravazeleznic.cz</w:t>
      </w:r>
      <w:r w:rsidRPr="006609BE">
        <w:t xml:space="preserve"> </w:t>
      </w:r>
    </w:p>
    <w:p w14:paraId="21334B16" w14:textId="6B9122BD" w:rsidR="003E2E24" w:rsidRPr="006609BE" w:rsidRDefault="009D1439" w:rsidP="00CF609C">
      <w:pPr>
        <w:pStyle w:val="PNOdrka1-"/>
      </w:pPr>
      <w:r w:rsidRPr="006609BE">
        <w:t>v</w:t>
      </w:r>
      <w:r w:rsidR="003E2E24" w:rsidRPr="006609BE">
        <w:t xml:space="preserve">e věci kontroly požití alkoholu a/nebo návykových </w:t>
      </w:r>
      <w:r w:rsidR="006609BE" w:rsidRPr="006609BE">
        <w:t>látek</w:t>
      </w:r>
      <w:r w:rsidR="006609BE">
        <w:t xml:space="preserve"> – Jakub</w:t>
      </w:r>
      <w:r w:rsidR="006609BE" w:rsidRPr="006609BE">
        <w:t xml:space="preserve"> Řezníček, +420 702 231 632, reznicekja@spravazeleznic.cz</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2D6085C4" w:rsidR="00C96E7C" w:rsidRPr="00CF609C" w:rsidRDefault="00C96E7C" w:rsidP="00CF609C">
      <w:pPr>
        <w:pStyle w:val="PNNadpis9b-tun"/>
      </w:pPr>
      <w:r w:rsidRPr="00CF609C">
        <w:t>Pod-článek 4.27 (e)</w:t>
      </w:r>
      <w:r w:rsidR="00582C15" w:rsidRPr="00CF609C">
        <w:t xml:space="preserve"> </w:t>
      </w:r>
    </w:p>
    <w:p w14:paraId="17F76087" w14:textId="57AF3A50" w:rsidR="00C0044F" w:rsidRPr="00CF609C" w:rsidRDefault="00C0044F" w:rsidP="00C0044F">
      <w:pPr>
        <w:pStyle w:val="PNTextzkladn"/>
      </w:pPr>
      <w:bookmarkStart w:id="1" w:name="_Hlk188543065"/>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bookmarkEnd w:id="1"/>
    </w:p>
    <w:p w14:paraId="45968FFF" w14:textId="77777777" w:rsidR="00C96E7C" w:rsidRPr="00CF609C" w:rsidRDefault="00C96E7C" w:rsidP="00CF609C">
      <w:pPr>
        <w:pStyle w:val="PNNadpis9b-tun"/>
      </w:pPr>
      <w:r w:rsidRPr="00CF609C">
        <w:lastRenderedPageBreak/>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069717EB" w:rsidR="00C96E7C" w:rsidRPr="00CF609C" w:rsidRDefault="002F3E70" w:rsidP="00CF609C">
      <w:pPr>
        <w:pStyle w:val="PNNadpis9b-tun"/>
      </w:pPr>
      <w:r w:rsidRPr="00CF609C">
        <w:t>Pod – článek</w:t>
      </w:r>
      <w:r w:rsidR="00C96E7C"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lastRenderedPageBreak/>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763067BA" w14:textId="35C70925" w:rsidR="00B92BAD" w:rsidRDefault="00B92BAD" w:rsidP="00B92BAD">
      <w:pPr>
        <w:pStyle w:val="PNNadpis9b-tun"/>
      </w:pPr>
      <w:bookmarkStart w:id="2" w:name="_Hlk188543102"/>
      <w:r w:rsidRPr="00CF609C">
        <w:t>Pod-článek 4.27 (x)</w:t>
      </w:r>
      <w:bookmarkEnd w:id="2"/>
    </w:p>
    <w:p w14:paraId="6CC7286C" w14:textId="77777777" w:rsidR="00B92BAD" w:rsidRPr="006609BE" w:rsidRDefault="00B92BAD" w:rsidP="00B92BAD">
      <w:pPr>
        <w:pStyle w:val="Textkomente"/>
        <w:rPr>
          <w:rFonts w:asciiTheme="minorHAnsi" w:hAnsiTheme="minorHAnsi"/>
          <w:sz w:val="18"/>
          <w:szCs w:val="18"/>
        </w:rPr>
      </w:pPr>
      <w:bookmarkStart w:id="3" w:name="_Hlk188543126"/>
      <w:r w:rsidRPr="006609BE">
        <w:rPr>
          <w:rFonts w:asciiTheme="minorHAnsi" w:hAnsiTheme="minorHAnsi"/>
          <w:sz w:val="18"/>
          <w:szCs w:val="18"/>
        </w:rPr>
        <w:t>Tento Pod-článek se neuplatní.</w:t>
      </w:r>
    </w:p>
    <w:bookmarkEnd w:id="3"/>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10E59944" w14:textId="77777777" w:rsidR="00150E39" w:rsidRPr="00150E39" w:rsidRDefault="00500582" w:rsidP="00150E39">
      <w:pPr>
        <w:pStyle w:val="PNTextzkladn"/>
      </w:pPr>
      <w:r w:rsidRPr="006609BE">
        <w:t>Pro provádění Díla nejsou stanoveny žádné postupné milníky.</w:t>
      </w:r>
      <w:r w:rsidR="00F87750" w:rsidRPr="00150E39">
        <w:t xml:space="preserve"> </w:t>
      </w:r>
    </w:p>
    <w:p w14:paraId="48876814" w14:textId="7A4A0B9B"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5D5949B4"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6561ED">
        <w:t>5 měsíců</w:t>
      </w:r>
      <w:r>
        <w:t xml:space="preserve"> od Data zahájení prací.</w:t>
      </w:r>
    </w:p>
    <w:p w14:paraId="2E6FB856" w14:textId="77777777" w:rsidR="0046368B" w:rsidRDefault="0046368B" w:rsidP="0046368B">
      <w:pPr>
        <w:pStyle w:val="PNNadpis10bPod-l111"/>
      </w:pPr>
      <w:r>
        <w:t xml:space="preserve">8.3 </w:t>
      </w:r>
      <w:r>
        <w:tab/>
        <w:t>Harmonogram</w:t>
      </w:r>
    </w:p>
    <w:p w14:paraId="2637896E" w14:textId="77777777" w:rsidR="00C853DD" w:rsidRPr="001F4C4A" w:rsidRDefault="00C853DD" w:rsidP="00C853DD">
      <w:pPr>
        <w:pStyle w:val="PNTextzkladn"/>
      </w:pPr>
      <w:r>
        <w:t xml:space="preserve">Použité slovní spojení „stavební objekt“ v písmenu (k) bodu (iii) Pod-článku 8.3 se vypouští a nahrazuje se slovem „objekt“. </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063B84E0"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02AA65D9"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EE1B5C" w:rsidRPr="00EE1B5C">
        <w:t>20</w:t>
      </w:r>
      <w:r w:rsidRPr="00EE1B5C">
        <w:t xml:space="preserve"> %</w:t>
      </w:r>
      <w:r w:rsidR="00EE1B5C" w:rsidRPr="00EE1B5C">
        <w:t xml:space="preserve"> </w:t>
      </w:r>
      <w:r w:rsidRPr="00EE1B5C">
        <w:t>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15692F0C" w:rsidR="00C96E7C" w:rsidRDefault="00C96E7C" w:rsidP="00EE7DC3">
      <w:pPr>
        <w:pStyle w:val="PNTextzkladn"/>
      </w:pPr>
      <w:r>
        <w:t xml:space="preserve">Minimální </w:t>
      </w:r>
      <w:r w:rsidRPr="00EE7DC3">
        <w:t>částka</w:t>
      </w:r>
      <w:r>
        <w:t xml:space="preserve"> Potvrzení průběžné platby není stanovena.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4D193" w14:textId="77777777" w:rsidR="00462328" w:rsidRDefault="00462328" w:rsidP="00962258">
      <w:pPr>
        <w:spacing w:after="0" w:line="240" w:lineRule="auto"/>
      </w:pPr>
      <w:r>
        <w:separator/>
      </w:r>
    </w:p>
  </w:endnote>
  <w:endnote w:type="continuationSeparator" w:id="0">
    <w:p w14:paraId="5FFF28A1" w14:textId="77777777" w:rsidR="00462328" w:rsidRDefault="004623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6A659E9A"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D136D8" w:rsidRPr="00D136D8">
            <w:rPr>
              <w:bCs/>
              <w:noProof/>
            </w:rPr>
            <w:t>„</w:t>
          </w:r>
          <w:r w:rsidR="00D136D8">
            <w:rPr>
              <w:b/>
              <w:noProof/>
            </w:rPr>
            <w:t>Oprava tunelu v km 73,421 – 73,711 v úseku Police nad Metují – Teplice nad Metují“</w:t>
          </w:r>
          <w:r w:rsidR="00D136D8">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40E2F484"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D136D8" w:rsidRPr="00D136D8">
            <w:rPr>
              <w:bCs/>
              <w:noProof/>
            </w:rPr>
            <w:t xml:space="preserve">„Oprava tunelu v km 73,421 – 73,711 v úseku </w:t>
          </w:r>
          <w:r w:rsidR="00D136D8">
            <w:rPr>
              <w:b/>
              <w:noProof/>
            </w:rPr>
            <w:t>Police nad Metují – Teplice nad Metují“</w:t>
          </w:r>
          <w:r w:rsidR="00D136D8">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48090" w14:textId="77777777" w:rsidR="00462328" w:rsidRDefault="00462328" w:rsidP="00962258">
      <w:pPr>
        <w:spacing w:after="0" w:line="240" w:lineRule="auto"/>
      </w:pPr>
      <w:r>
        <w:separator/>
      </w:r>
    </w:p>
  </w:footnote>
  <w:footnote w:type="continuationSeparator" w:id="0">
    <w:p w14:paraId="00883E04" w14:textId="77777777" w:rsidR="00462328" w:rsidRDefault="004623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1420132247">
    <w:abstractNumId w:val="1"/>
  </w:num>
  <w:num w:numId="2" w16cid:durableId="392630585">
    <w:abstractNumId w:val="0"/>
  </w:num>
  <w:num w:numId="3" w16cid:durableId="1796832962">
    <w:abstractNumId w:val="6"/>
  </w:num>
  <w:num w:numId="4" w16cid:durableId="743255973">
    <w:abstractNumId w:val="2"/>
  </w:num>
  <w:num w:numId="5" w16cid:durableId="372269546">
    <w:abstractNumId w:val="4"/>
  </w:num>
  <w:num w:numId="6" w16cid:durableId="1228616587">
    <w:abstractNumId w:val="5"/>
  </w:num>
  <w:num w:numId="7" w16cid:durableId="776754419">
    <w:abstractNumId w:val="3"/>
  </w:num>
  <w:num w:numId="8" w16cid:durableId="6186109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324C1"/>
    <w:rsid w:val="00032D06"/>
    <w:rsid w:val="00041EC8"/>
    <w:rsid w:val="00044C35"/>
    <w:rsid w:val="000519C9"/>
    <w:rsid w:val="000543DB"/>
    <w:rsid w:val="0006588D"/>
    <w:rsid w:val="00067A5E"/>
    <w:rsid w:val="000719BB"/>
    <w:rsid w:val="00071A0E"/>
    <w:rsid w:val="00072912"/>
    <w:rsid w:val="00072A65"/>
    <w:rsid w:val="00072C1E"/>
    <w:rsid w:val="00073857"/>
    <w:rsid w:val="00080EC0"/>
    <w:rsid w:val="00092924"/>
    <w:rsid w:val="00097CAC"/>
    <w:rsid w:val="000B4EB8"/>
    <w:rsid w:val="000C40E5"/>
    <w:rsid w:val="000C41F2"/>
    <w:rsid w:val="000D22C4"/>
    <w:rsid w:val="000D27D1"/>
    <w:rsid w:val="000D5A97"/>
    <w:rsid w:val="000D5FCB"/>
    <w:rsid w:val="000D6A78"/>
    <w:rsid w:val="000E0B11"/>
    <w:rsid w:val="000E1A7F"/>
    <w:rsid w:val="000E26D2"/>
    <w:rsid w:val="000E79BD"/>
    <w:rsid w:val="000F4591"/>
    <w:rsid w:val="000F75D7"/>
    <w:rsid w:val="000F7FEA"/>
    <w:rsid w:val="00103BEA"/>
    <w:rsid w:val="00105CF6"/>
    <w:rsid w:val="00112864"/>
    <w:rsid w:val="00114472"/>
    <w:rsid w:val="00114988"/>
    <w:rsid w:val="001149ED"/>
    <w:rsid w:val="00115069"/>
    <w:rsid w:val="001150F2"/>
    <w:rsid w:val="001174DF"/>
    <w:rsid w:val="0012024F"/>
    <w:rsid w:val="00126C15"/>
    <w:rsid w:val="001374CE"/>
    <w:rsid w:val="00145961"/>
    <w:rsid w:val="00146747"/>
    <w:rsid w:val="00146DA1"/>
    <w:rsid w:val="00150E39"/>
    <w:rsid w:val="00152473"/>
    <w:rsid w:val="00152D40"/>
    <w:rsid w:val="00157862"/>
    <w:rsid w:val="001656A2"/>
    <w:rsid w:val="001679B8"/>
    <w:rsid w:val="00170EC5"/>
    <w:rsid w:val="001747C1"/>
    <w:rsid w:val="00174FB5"/>
    <w:rsid w:val="00176A06"/>
    <w:rsid w:val="00177D6B"/>
    <w:rsid w:val="00191F90"/>
    <w:rsid w:val="001927B4"/>
    <w:rsid w:val="00194E72"/>
    <w:rsid w:val="001965E6"/>
    <w:rsid w:val="001B022A"/>
    <w:rsid w:val="001B4E74"/>
    <w:rsid w:val="001C0D33"/>
    <w:rsid w:val="001C4364"/>
    <w:rsid w:val="001C645F"/>
    <w:rsid w:val="001C7156"/>
    <w:rsid w:val="001D0F98"/>
    <w:rsid w:val="001E29B2"/>
    <w:rsid w:val="001E3C56"/>
    <w:rsid w:val="001E61A4"/>
    <w:rsid w:val="001E678E"/>
    <w:rsid w:val="001F4C4A"/>
    <w:rsid w:val="001F7128"/>
    <w:rsid w:val="00204751"/>
    <w:rsid w:val="002071BB"/>
    <w:rsid w:val="00207DF5"/>
    <w:rsid w:val="0021172F"/>
    <w:rsid w:val="00234038"/>
    <w:rsid w:val="0023464E"/>
    <w:rsid w:val="00235D7C"/>
    <w:rsid w:val="00240B81"/>
    <w:rsid w:val="00240ED7"/>
    <w:rsid w:val="00244767"/>
    <w:rsid w:val="00246758"/>
    <w:rsid w:val="0024798B"/>
    <w:rsid w:val="00247D01"/>
    <w:rsid w:val="00250FC0"/>
    <w:rsid w:val="00260D49"/>
    <w:rsid w:val="00261A5B"/>
    <w:rsid w:val="00262E5B"/>
    <w:rsid w:val="00276AFE"/>
    <w:rsid w:val="00280DFD"/>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3E70"/>
    <w:rsid w:val="002F4333"/>
    <w:rsid w:val="00312736"/>
    <w:rsid w:val="00322AA5"/>
    <w:rsid w:val="003259C2"/>
    <w:rsid w:val="0032701A"/>
    <w:rsid w:val="00327EEF"/>
    <w:rsid w:val="0033239F"/>
    <w:rsid w:val="003341BC"/>
    <w:rsid w:val="0034274B"/>
    <w:rsid w:val="00346C2C"/>
    <w:rsid w:val="00346D36"/>
    <w:rsid w:val="0034719F"/>
    <w:rsid w:val="00350A35"/>
    <w:rsid w:val="0035116D"/>
    <w:rsid w:val="00351744"/>
    <w:rsid w:val="003522DB"/>
    <w:rsid w:val="003571D8"/>
    <w:rsid w:val="00357BC6"/>
    <w:rsid w:val="0036020E"/>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A43A0"/>
    <w:rsid w:val="003B3E68"/>
    <w:rsid w:val="003C33F2"/>
    <w:rsid w:val="003C5F1F"/>
    <w:rsid w:val="003D2A71"/>
    <w:rsid w:val="003D756E"/>
    <w:rsid w:val="003E2E24"/>
    <w:rsid w:val="003E420D"/>
    <w:rsid w:val="003E4C13"/>
    <w:rsid w:val="003F2099"/>
    <w:rsid w:val="003F6801"/>
    <w:rsid w:val="003F7B6D"/>
    <w:rsid w:val="004001A6"/>
    <w:rsid w:val="004078F3"/>
    <w:rsid w:val="004220DE"/>
    <w:rsid w:val="0042532F"/>
    <w:rsid w:val="00427794"/>
    <w:rsid w:val="004309EE"/>
    <w:rsid w:val="00441B4D"/>
    <w:rsid w:val="00450F07"/>
    <w:rsid w:val="00453CD3"/>
    <w:rsid w:val="004571F9"/>
    <w:rsid w:val="00460660"/>
    <w:rsid w:val="00462328"/>
    <w:rsid w:val="0046368B"/>
    <w:rsid w:val="00464BA9"/>
    <w:rsid w:val="00483969"/>
    <w:rsid w:val="00486107"/>
    <w:rsid w:val="00491827"/>
    <w:rsid w:val="004920B1"/>
    <w:rsid w:val="004A00B4"/>
    <w:rsid w:val="004C4399"/>
    <w:rsid w:val="004C4830"/>
    <w:rsid w:val="004C6F56"/>
    <w:rsid w:val="004C787C"/>
    <w:rsid w:val="004D165A"/>
    <w:rsid w:val="004D4B84"/>
    <w:rsid w:val="004D5036"/>
    <w:rsid w:val="004E0643"/>
    <w:rsid w:val="004E4675"/>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0A2D"/>
    <w:rsid w:val="005A1F44"/>
    <w:rsid w:val="005A2C8F"/>
    <w:rsid w:val="005A2F97"/>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561ED"/>
    <w:rsid w:val="006609BE"/>
    <w:rsid w:val="00660AD3"/>
    <w:rsid w:val="00667A98"/>
    <w:rsid w:val="00673932"/>
    <w:rsid w:val="006776B6"/>
    <w:rsid w:val="00680727"/>
    <w:rsid w:val="00681286"/>
    <w:rsid w:val="00684518"/>
    <w:rsid w:val="00693150"/>
    <w:rsid w:val="006937D9"/>
    <w:rsid w:val="00697074"/>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0BD"/>
    <w:rsid w:val="007213E4"/>
    <w:rsid w:val="00723ED1"/>
    <w:rsid w:val="00726A41"/>
    <w:rsid w:val="00726AFE"/>
    <w:rsid w:val="00740AF5"/>
    <w:rsid w:val="00743525"/>
    <w:rsid w:val="00752D81"/>
    <w:rsid w:val="007541A2"/>
    <w:rsid w:val="00755818"/>
    <w:rsid w:val="00760F84"/>
    <w:rsid w:val="0076286B"/>
    <w:rsid w:val="00766846"/>
    <w:rsid w:val="007753F2"/>
    <w:rsid w:val="0077673A"/>
    <w:rsid w:val="007846E1"/>
    <w:rsid w:val="007847D6"/>
    <w:rsid w:val="00785811"/>
    <w:rsid w:val="00791F16"/>
    <w:rsid w:val="00792D9B"/>
    <w:rsid w:val="007A172F"/>
    <w:rsid w:val="007A4B81"/>
    <w:rsid w:val="007A4F2A"/>
    <w:rsid w:val="007A5172"/>
    <w:rsid w:val="007A67A0"/>
    <w:rsid w:val="007B0CF1"/>
    <w:rsid w:val="007B1246"/>
    <w:rsid w:val="007B570C"/>
    <w:rsid w:val="007C4C3C"/>
    <w:rsid w:val="007C73B0"/>
    <w:rsid w:val="007D4C3D"/>
    <w:rsid w:val="007D626B"/>
    <w:rsid w:val="007E08E6"/>
    <w:rsid w:val="007E1E6F"/>
    <w:rsid w:val="007E2B8D"/>
    <w:rsid w:val="007E4A6E"/>
    <w:rsid w:val="007E4C9F"/>
    <w:rsid w:val="007F56A7"/>
    <w:rsid w:val="007F66F4"/>
    <w:rsid w:val="007F76D5"/>
    <w:rsid w:val="00800851"/>
    <w:rsid w:val="00807DD0"/>
    <w:rsid w:val="008123B6"/>
    <w:rsid w:val="00821D01"/>
    <w:rsid w:val="00822268"/>
    <w:rsid w:val="00824DF9"/>
    <w:rsid w:val="00826B7B"/>
    <w:rsid w:val="008326B8"/>
    <w:rsid w:val="0084163B"/>
    <w:rsid w:val="00846789"/>
    <w:rsid w:val="00846A4F"/>
    <w:rsid w:val="008477AD"/>
    <w:rsid w:val="00857A77"/>
    <w:rsid w:val="008602BD"/>
    <w:rsid w:val="00863A69"/>
    <w:rsid w:val="00870145"/>
    <w:rsid w:val="00880831"/>
    <w:rsid w:val="008825B2"/>
    <w:rsid w:val="008842C9"/>
    <w:rsid w:val="0088557F"/>
    <w:rsid w:val="0089559E"/>
    <w:rsid w:val="008A3568"/>
    <w:rsid w:val="008A4811"/>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69ED"/>
    <w:rsid w:val="009678B7"/>
    <w:rsid w:val="00967F7C"/>
    <w:rsid w:val="00984EBC"/>
    <w:rsid w:val="00992D9C"/>
    <w:rsid w:val="009956A4"/>
    <w:rsid w:val="00996496"/>
    <w:rsid w:val="00996CB8"/>
    <w:rsid w:val="009A06AE"/>
    <w:rsid w:val="009B0F8A"/>
    <w:rsid w:val="009B1A24"/>
    <w:rsid w:val="009B2E97"/>
    <w:rsid w:val="009B3AC4"/>
    <w:rsid w:val="009B5146"/>
    <w:rsid w:val="009B641A"/>
    <w:rsid w:val="009C08E5"/>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2166"/>
    <w:rsid w:val="00A27EBF"/>
    <w:rsid w:val="00A3134E"/>
    <w:rsid w:val="00A318A8"/>
    <w:rsid w:val="00A50641"/>
    <w:rsid w:val="00A530BF"/>
    <w:rsid w:val="00A6177B"/>
    <w:rsid w:val="00A66136"/>
    <w:rsid w:val="00A71189"/>
    <w:rsid w:val="00A71783"/>
    <w:rsid w:val="00A728D6"/>
    <w:rsid w:val="00A7364A"/>
    <w:rsid w:val="00A74DCC"/>
    <w:rsid w:val="00A753ED"/>
    <w:rsid w:val="00A75457"/>
    <w:rsid w:val="00A77512"/>
    <w:rsid w:val="00A829B1"/>
    <w:rsid w:val="00A83447"/>
    <w:rsid w:val="00A835A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1414"/>
    <w:rsid w:val="00B8518B"/>
    <w:rsid w:val="00B92BAD"/>
    <w:rsid w:val="00B94735"/>
    <w:rsid w:val="00B97CC3"/>
    <w:rsid w:val="00BA0EBA"/>
    <w:rsid w:val="00BB1D19"/>
    <w:rsid w:val="00BB79E8"/>
    <w:rsid w:val="00BC05F2"/>
    <w:rsid w:val="00BC06C4"/>
    <w:rsid w:val="00BC60BF"/>
    <w:rsid w:val="00BD7E91"/>
    <w:rsid w:val="00BD7F0D"/>
    <w:rsid w:val="00BF5233"/>
    <w:rsid w:val="00C0044F"/>
    <w:rsid w:val="00C02D0A"/>
    <w:rsid w:val="00C038BD"/>
    <w:rsid w:val="00C03A6E"/>
    <w:rsid w:val="00C072CD"/>
    <w:rsid w:val="00C12C1E"/>
    <w:rsid w:val="00C21179"/>
    <w:rsid w:val="00C226C0"/>
    <w:rsid w:val="00C2298F"/>
    <w:rsid w:val="00C25AE7"/>
    <w:rsid w:val="00C3166B"/>
    <w:rsid w:val="00C33406"/>
    <w:rsid w:val="00C34913"/>
    <w:rsid w:val="00C42FE6"/>
    <w:rsid w:val="00C44F6A"/>
    <w:rsid w:val="00C45177"/>
    <w:rsid w:val="00C46D03"/>
    <w:rsid w:val="00C6198E"/>
    <w:rsid w:val="00C708EA"/>
    <w:rsid w:val="00C730C7"/>
    <w:rsid w:val="00C732F0"/>
    <w:rsid w:val="00C778A5"/>
    <w:rsid w:val="00C81FA5"/>
    <w:rsid w:val="00C83340"/>
    <w:rsid w:val="00C8486C"/>
    <w:rsid w:val="00C853DD"/>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36D8"/>
    <w:rsid w:val="00D1661F"/>
    <w:rsid w:val="00D20FA8"/>
    <w:rsid w:val="00D21061"/>
    <w:rsid w:val="00D22351"/>
    <w:rsid w:val="00D246FC"/>
    <w:rsid w:val="00D30D72"/>
    <w:rsid w:val="00D34146"/>
    <w:rsid w:val="00D36BD5"/>
    <w:rsid w:val="00D36EA0"/>
    <w:rsid w:val="00D4108E"/>
    <w:rsid w:val="00D42C7E"/>
    <w:rsid w:val="00D435C3"/>
    <w:rsid w:val="00D45E4C"/>
    <w:rsid w:val="00D54131"/>
    <w:rsid w:val="00D60543"/>
    <w:rsid w:val="00D6163D"/>
    <w:rsid w:val="00D64365"/>
    <w:rsid w:val="00D67376"/>
    <w:rsid w:val="00D7366E"/>
    <w:rsid w:val="00D803B8"/>
    <w:rsid w:val="00D81A0E"/>
    <w:rsid w:val="00D831A3"/>
    <w:rsid w:val="00D90D67"/>
    <w:rsid w:val="00D975AB"/>
    <w:rsid w:val="00D97BE3"/>
    <w:rsid w:val="00DA23F0"/>
    <w:rsid w:val="00DA3711"/>
    <w:rsid w:val="00DA47EF"/>
    <w:rsid w:val="00DA53DF"/>
    <w:rsid w:val="00DA5E07"/>
    <w:rsid w:val="00DB0193"/>
    <w:rsid w:val="00DB160C"/>
    <w:rsid w:val="00DB609A"/>
    <w:rsid w:val="00DB6C4B"/>
    <w:rsid w:val="00DC06EB"/>
    <w:rsid w:val="00DC0FD9"/>
    <w:rsid w:val="00DD0A5F"/>
    <w:rsid w:val="00DD24AF"/>
    <w:rsid w:val="00DD46F3"/>
    <w:rsid w:val="00DD6CC5"/>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4D05"/>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1B5C"/>
    <w:rsid w:val="00EE66AF"/>
    <w:rsid w:val="00EE7DC3"/>
    <w:rsid w:val="00EF10BA"/>
    <w:rsid w:val="00EF3412"/>
    <w:rsid w:val="00F016C7"/>
    <w:rsid w:val="00F03129"/>
    <w:rsid w:val="00F0427E"/>
    <w:rsid w:val="00F04F9A"/>
    <w:rsid w:val="00F12DEC"/>
    <w:rsid w:val="00F14E8A"/>
    <w:rsid w:val="00F1586D"/>
    <w:rsid w:val="00F1715C"/>
    <w:rsid w:val="00F20959"/>
    <w:rsid w:val="00F2485A"/>
    <w:rsid w:val="00F26CFB"/>
    <w:rsid w:val="00F2704A"/>
    <w:rsid w:val="00F310F8"/>
    <w:rsid w:val="00F31D95"/>
    <w:rsid w:val="00F35939"/>
    <w:rsid w:val="00F3661D"/>
    <w:rsid w:val="00F45607"/>
    <w:rsid w:val="00F4722B"/>
    <w:rsid w:val="00F54432"/>
    <w:rsid w:val="00F56EF4"/>
    <w:rsid w:val="00F57F2E"/>
    <w:rsid w:val="00F659EB"/>
    <w:rsid w:val="00F66696"/>
    <w:rsid w:val="00F769B3"/>
    <w:rsid w:val="00F83E24"/>
    <w:rsid w:val="00F86BA6"/>
    <w:rsid w:val="00F87750"/>
    <w:rsid w:val="00F95494"/>
    <w:rsid w:val="00F95772"/>
    <w:rsid w:val="00F97A66"/>
    <w:rsid w:val="00FA401F"/>
    <w:rsid w:val="00FB17ED"/>
    <w:rsid w:val="00FB1DD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84163B"/>
    <w:rPr>
      <w:rFonts w:ascii="Verdana" w:hAnsi="Verdana"/>
    </w:rPr>
  </w:style>
  <w:style w:type="paragraph" w:customStyle="1" w:styleId="Textbezslovn">
    <w:name w:val="_Text_bez_číslování"/>
    <w:basedOn w:val="Normln"/>
    <w:link w:val="TextbezslovnChar"/>
    <w:qFormat/>
    <w:rsid w:val="0084163B"/>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590A2D"/>
  </w:style>
  <w:style w:type="paragraph" w:customStyle="1" w:styleId="Odrka1-1">
    <w:name w:val="_Odrážka_1-1_•"/>
    <w:basedOn w:val="Normln"/>
    <w:link w:val="Odrka1-1Char"/>
    <w:qFormat/>
    <w:rsid w:val="00590A2D"/>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2F3E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32D06"/>
    <w:rsid w:val="000F75D7"/>
    <w:rsid w:val="000F7FEA"/>
    <w:rsid w:val="001C0D33"/>
    <w:rsid w:val="0024798B"/>
    <w:rsid w:val="00280DFD"/>
    <w:rsid w:val="0035116D"/>
    <w:rsid w:val="003522DB"/>
    <w:rsid w:val="00436061"/>
    <w:rsid w:val="006C1CED"/>
    <w:rsid w:val="006F6EFB"/>
    <w:rsid w:val="00847C4A"/>
    <w:rsid w:val="00867CF6"/>
    <w:rsid w:val="008A4811"/>
    <w:rsid w:val="00A75457"/>
    <w:rsid w:val="00D34146"/>
    <w:rsid w:val="00DB609A"/>
    <w:rsid w:val="00DF47C1"/>
    <w:rsid w:val="00E74D05"/>
    <w:rsid w:val="00F31D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6AA21E7-3A1C-41A5-BC2A-6EEE37EF0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0</TotalTime>
  <Pages>9</Pages>
  <Words>3098</Words>
  <Characters>18284</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Löwová Monika, Bc.</cp:lastModifiedBy>
  <cp:revision>3</cp:revision>
  <cp:lastPrinted>2022-12-05T08:31:00Z</cp:lastPrinted>
  <dcterms:created xsi:type="dcterms:W3CDTF">2025-04-24T09:46:00Z</dcterms:created>
  <dcterms:modified xsi:type="dcterms:W3CDTF">2025-04-24T09:52:00Z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